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BF" w:rsidRPr="00DC7C44" w:rsidRDefault="00B97BBF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DC7C44">
        <w:rPr>
          <w:i/>
          <w:iCs/>
          <w:caps/>
          <w:sz w:val="24"/>
          <w:szCs w:val="24"/>
          <w:lang w:val="bg-BG"/>
        </w:rPr>
        <w:t>Образец №</w:t>
      </w:r>
      <w:r w:rsidRPr="00DC7C44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DC7C44">
        <w:rPr>
          <w:i/>
          <w:iCs/>
          <w:caps/>
          <w:sz w:val="24"/>
          <w:szCs w:val="24"/>
          <w:lang w:val="ru-RU"/>
        </w:rPr>
        <w:t>-</w:t>
      </w:r>
      <w:r w:rsidRPr="00DC7C44">
        <w:rPr>
          <w:i/>
          <w:iCs/>
          <w:caps/>
          <w:w w:val="150"/>
          <w:sz w:val="24"/>
          <w:szCs w:val="24"/>
          <w:lang w:val="ru-RU"/>
        </w:rPr>
        <w:t>2</w:t>
      </w:r>
    </w:p>
    <w:p w:rsidR="00B97BBF" w:rsidRPr="00DC7C44" w:rsidRDefault="00B97BBF" w:rsidP="00510B4B">
      <w:pPr>
        <w:ind w:right="-851"/>
        <w:rPr>
          <w:b/>
          <w:bCs/>
          <w:sz w:val="24"/>
          <w:szCs w:val="24"/>
          <w:lang w:val="ru-RU"/>
        </w:rPr>
      </w:pPr>
      <w:r w:rsidRPr="00DC7C44">
        <w:rPr>
          <w:b/>
          <w:bCs/>
          <w:sz w:val="24"/>
          <w:szCs w:val="24"/>
          <w:lang w:val="ru-RU"/>
        </w:rPr>
        <w:t>До</w:t>
      </w:r>
      <w:r w:rsidRPr="00DC7C44">
        <w:rPr>
          <w:b/>
          <w:bCs/>
          <w:sz w:val="24"/>
          <w:szCs w:val="24"/>
          <w:lang w:val="ru-RU"/>
        </w:rPr>
        <w:tab/>
      </w:r>
    </w:p>
    <w:p w:rsidR="00B97BBF" w:rsidRPr="00DC7C44" w:rsidRDefault="00B97BBF" w:rsidP="00510B4B">
      <w:pPr>
        <w:ind w:right="-851"/>
        <w:rPr>
          <w:b/>
          <w:bCs/>
          <w:sz w:val="24"/>
          <w:szCs w:val="24"/>
          <w:lang w:val="ru-RU"/>
        </w:rPr>
      </w:pPr>
      <w:r w:rsidRPr="00DC7C44">
        <w:rPr>
          <w:b/>
          <w:bCs/>
          <w:sz w:val="24"/>
          <w:szCs w:val="24"/>
          <w:lang w:val="ru-RU"/>
        </w:rPr>
        <w:t>Община Габрово</w:t>
      </w:r>
    </w:p>
    <w:p w:rsidR="00B97BBF" w:rsidRDefault="00B97BBF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B97BBF" w:rsidRDefault="00B97BBF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B97BBF" w:rsidRDefault="00B97BBF" w:rsidP="00510B4B">
      <w:pPr>
        <w:ind w:right="-851"/>
        <w:rPr>
          <w:b/>
          <w:bCs/>
          <w:sz w:val="24"/>
          <w:szCs w:val="24"/>
          <w:lang w:val="bg-BG"/>
        </w:rPr>
      </w:pPr>
    </w:p>
    <w:p w:rsidR="00B97BBF" w:rsidRDefault="00B97BBF" w:rsidP="00510B4B">
      <w:pPr>
        <w:ind w:right="-851"/>
        <w:rPr>
          <w:b/>
          <w:bCs/>
          <w:sz w:val="24"/>
          <w:szCs w:val="24"/>
          <w:lang w:val="bg-BG"/>
        </w:rPr>
      </w:pPr>
    </w:p>
    <w:p w:rsidR="00B97BBF" w:rsidRDefault="00B97BBF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B97BBF" w:rsidRDefault="00B97BBF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B97BBF" w:rsidRPr="00DC7C44" w:rsidRDefault="00B97BBF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DC7C44">
        <w:rPr>
          <w:b/>
          <w:bCs/>
          <w:sz w:val="24"/>
          <w:szCs w:val="24"/>
          <w:lang w:val="ru-RU"/>
        </w:rPr>
        <w:t xml:space="preserve"> с предмет:</w:t>
      </w:r>
    </w:p>
    <w:p w:rsidR="00B97BBF" w:rsidRPr="00DC7C44" w:rsidRDefault="00B97BBF" w:rsidP="00510B4B">
      <w:pPr>
        <w:ind w:right="-851"/>
        <w:jc w:val="center"/>
        <w:rPr>
          <w:b/>
          <w:bCs/>
          <w:sz w:val="28"/>
          <w:szCs w:val="28"/>
          <w:lang w:val="ru-RU"/>
        </w:rPr>
      </w:pPr>
    </w:p>
    <w:p w:rsidR="00B97BBF" w:rsidRPr="00DC7C44" w:rsidRDefault="00B97BBF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DC7C44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DC7C44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B97BBF" w:rsidRPr="00DC7C44" w:rsidRDefault="00B97BBF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B97BBF" w:rsidRDefault="00B97BBF" w:rsidP="00510B4B">
      <w:pPr>
        <w:ind w:left="2552" w:right="-851" w:hanging="2552"/>
        <w:rPr>
          <w:b/>
          <w:bCs/>
          <w:sz w:val="24"/>
          <w:szCs w:val="24"/>
          <w:lang w:val="bg-BG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DC7C44">
        <w:rPr>
          <w:b/>
          <w:bCs/>
          <w:i/>
          <w:iCs/>
          <w:sz w:val="24"/>
          <w:szCs w:val="24"/>
          <w:u w:val="single"/>
          <w:lang w:val="ru-RU"/>
        </w:rPr>
        <w:t xml:space="preserve">2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DC7C44">
        <w:rPr>
          <w:b/>
          <w:bCs/>
          <w:sz w:val="24"/>
          <w:szCs w:val="24"/>
          <w:lang w:val="ru-RU"/>
        </w:rPr>
        <w:t xml:space="preserve"> </w:t>
      </w:r>
      <w:r w:rsidRPr="00AC7DB3">
        <w:rPr>
          <w:b/>
          <w:bCs/>
          <w:sz w:val="24"/>
          <w:szCs w:val="24"/>
        </w:rPr>
        <w:t>GAB</w:t>
      </w:r>
      <w:r w:rsidRPr="00DC7C44">
        <w:rPr>
          <w:b/>
          <w:bCs/>
          <w:sz w:val="24"/>
          <w:szCs w:val="24"/>
          <w:lang w:val="ru-RU"/>
        </w:rPr>
        <w:t xml:space="preserve"> 3017 - Поповци – Гайтаните – Думници– Рязковци</w:t>
      </w:r>
      <w:r w:rsidRPr="002738B1" w:rsidDel="00AC7DB3">
        <w:rPr>
          <w:b/>
          <w:bCs/>
          <w:i/>
          <w:iCs/>
          <w:sz w:val="24"/>
          <w:szCs w:val="24"/>
          <w:u w:val="single"/>
          <w:lang w:val="bg-BG"/>
        </w:rPr>
        <w:t xml:space="preserve"> </w:t>
      </w:r>
    </w:p>
    <w:p w:rsidR="00B97BBF" w:rsidRPr="001C4A45" w:rsidRDefault="00B97BBF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B97BBF" w:rsidRPr="001C4A45" w:rsidRDefault="00B97BBF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B97BBF" w:rsidRPr="001C4A45" w:rsidRDefault="00B97BBF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B97BBF" w:rsidRPr="001C4A45" w:rsidRDefault="00B97BBF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B97BBF" w:rsidRPr="006C4620" w:rsidRDefault="00B97BBF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B97BBF" w:rsidRPr="00DC7C44" w:rsidRDefault="00B97BBF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C7C44">
        <w:rPr>
          <w:b/>
          <w:bCs/>
          <w:sz w:val="22"/>
          <w:szCs w:val="22"/>
          <w:lang w:val="ru-RU"/>
        </w:rPr>
        <w:t>УВАЖАЕМИ ДАМИ И ГОСПОДА,</w:t>
      </w:r>
    </w:p>
    <w:p w:rsidR="00B97BBF" w:rsidRPr="00DC7C44" w:rsidRDefault="00B97BBF" w:rsidP="00510B4B">
      <w:pPr>
        <w:ind w:right="-851"/>
        <w:rPr>
          <w:b/>
          <w:bCs/>
          <w:sz w:val="22"/>
          <w:szCs w:val="22"/>
          <w:lang w:val="ru-RU"/>
        </w:rPr>
      </w:pPr>
    </w:p>
    <w:p w:rsidR="00B97BBF" w:rsidRPr="00DC7C44" w:rsidRDefault="00B97BBF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C7C44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C7C44">
        <w:rPr>
          <w:b/>
          <w:bCs/>
          <w:sz w:val="22"/>
          <w:szCs w:val="22"/>
          <w:lang w:val="ru-RU"/>
        </w:rPr>
        <w:t xml:space="preserve"> </w:t>
      </w:r>
      <w:bookmarkStart w:id="0" w:name="_GoBack"/>
      <w:bookmarkEnd w:id="0"/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DC7C44">
        <w:rPr>
          <w:b/>
          <w:bCs/>
          <w:sz w:val="22"/>
          <w:szCs w:val="22"/>
          <w:lang w:val="ru-RU"/>
        </w:rPr>
        <w:t xml:space="preserve">по </w:t>
      </w:r>
    </w:p>
    <w:p w:rsidR="00B97BBF" w:rsidRPr="00DC7C44" w:rsidRDefault="00B97BBF" w:rsidP="00510B4B">
      <w:pPr>
        <w:ind w:right="-851"/>
        <w:jc w:val="both"/>
        <w:rPr>
          <w:b/>
          <w:bCs/>
          <w:sz w:val="22"/>
          <w:szCs w:val="22"/>
          <w:lang w:val="ru-RU"/>
        </w:rPr>
      </w:pPr>
    </w:p>
    <w:p w:rsidR="00B97BBF" w:rsidRPr="00DC7C44" w:rsidRDefault="00B97BBF" w:rsidP="00DC7C44">
      <w:pPr>
        <w:spacing w:after="200" w:line="276" w:lineRule="auto"/>
        <w:ind w:right="-851"/>
        <w:jc w:val="both"/>
        <w:rPr>
          <w:sz w:val="22"/>
          <w:szCs w:val="22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DC7C44">
        <w:rPr>
          <w:b/>
          <w:bCs/>
          <w:i/>
          <w:iCs/>
          <w:sz w:val="24"/>
          <w:szCs w:val="24"/>
          <w:u w:val="single"/>
          <w:lang w:val="ru-RU"/>
        </w:rPr>
        <w:t xml:space="preserve">2 </w:t>
      </w:r>
      <w:r w:rsidRPr="005C6A1D">
        <w:rPr>
          <w:b/>
          <w:bCs/>
          <w:sz w:val="24"/>
          <w:szCs w:val="24"/>
          <w:lang w:val="bg-BG"/>
        </w:rPr>
        <w:t>Ремонт общински път</w:t>
      </w:r>
      <w:r w:rsidRPr="00DC7C44">
        <w:rPr>
          <w:b/>
          <w:bCs/>
          <w:sz w:val="24"/>
          <w:szCs w:val="24"/>
          <w:lang w:val="ru-RU"/>
        </w:rPr>
        <w:t xml:space="preserve"> </w:t>
      </w:r>
      <w:r w:rsidRPr="00AC7DB3">
        <w:rPr>
          <w:b/>
          <w:bCs/>
          <w:sz w:val="24"/>
          <w:szCs w:val="24"/>
        </w:rPr>
        <w:t>GAB</w:t>
      </w:r>
      <w:r w:rsidRPr="00DC7C44">
        <w:rPr>
          <w:b/>
          <w:bCs/>
          <w:sz w:val="24"/>
          <w:szCs w:val="24"/>
          <w:lang w:val="ru-RU"/>
        </w:rPr>
        <w:t xml:space="preserve"> 3017 - Поповци – Гайтаните – Думници– Рязковци</w:t>
      </w:r>
      <w:r w:rsidRPr="00DC7C44">
        <w:rPr>
          <w:sz w:val="22"/>
          <w:szCs w:val="22"/>
          <w:lang w:val="ru-RU"/>
        </w:rPr>
        <w:t>, чрез открит</w:t>
      </w:r>
      <w:r w:rsidRPr="00690C93">
        <w:rPr>
          <w:sz w:val="22"/>
          <w:szCs w:val="22"/>
          <w:lang w:val="bg-BG"/>
        </w:rPr>
        <w:t>а</w:t>
      </w:r>
      <w:r w:rsidRPr="00DC7C44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C7C44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B97BBF" w:rsidRPr="00DC7C44" w:rsidRDefault="00B97BBF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DC7C44">
        <w:rPr>
          <w:b/>
          <w:bCs/>
          <w:sz w:val="22"/>
          <w:szCs w:val="22"/>
          <w:lang w:val="ru-RU"/>
        </w:rPr>
        <w:t>ПРЕДЛАГАМЕ :</w:t>
      </w:r>
    </w:p>
    <w:p w:rsidR="00B97BBF" w:rsidRPr="00DC7C44" w:rsidRDefault="00B97BBF" w:rsidP="00510B4B">
      <w:pPr>
        <w:ind w:right="-851"/>
        <w:rPr>
          <w:sz w:val="22"/>
          <w:szCs w:val="22"/>
          <w:lang w:val="ru-RU"/>
        </w:rPr>
      </w:pP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  <w:r w:rsidRPr="00DC7C44">
        <w:rPr>
          <w:sz w:val="22"/>
          <w:szCs w:val="22"/>
          <w:lang w:val="ru-RU"/>
        </w:rPr>
        <w:t>Да изпълним ОП при следните условия:</w:t>
      </w:r>
    </w:p>
    <w:p w:rsidR="00B97BBF" w:rsidRPr="004075B0" w:rsidRDefault="00B97BBF" w:rsidP="00510B4B">
      <w:pPr>
        <w:ind w:right="-851"/>
        <w:rPr>
          <w:sz w:val="22"/>
          <w:szCs w:val="22"/>
          <w:lang w:val="bg-BG"/>
        </w:rPr>
      </w:pPr>
    </w:p>
    <w:p w:rsidR="00B97BBF" w:rsidRPr="00DC7C44" w:rsidRDefault="00B97BBF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DC7C44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B97BBF" w:rsidRPr="004075B0" w:rsidRDefault="00B97BBF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C7C44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C7C44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DC7C44" w:rsidRDefault="00B97BBF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DC7C44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DC7C44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DC7C44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DC7C44" w:rsidRDefault="00B97BBF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B97BBF" w:rsidRPr="004075B0" w:rsidRDefault="00B97BBF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DC7C44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DC7C44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DC7C44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DC7C44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4075B0" w:rsidRDefault="00B97BBF" w:rsidP="00510B4B">
      <w:pPr>
        <w:ind w:right="-851"/>
        <w:jc w:val="both"/>
        <w:rPr>
          <w:sz w:val="22"/>
          <w:szCs w:val="22"/>
          <w:lang w:val="bg-BG"/>
        </w:rPr>
      </w:pPr>
    </w:p>
    <w:p w:rsidR="00B97BBF" w:rsidRPr="00DC7C44" w:rsidRDefault="00B97BBF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DC7C44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C7C44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C7C44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C7C44">
        <w:rPr>
          <w:b/>
          <w:bCs/>
          <w:sz w:val="22"/>
          <w:szCs w:val="22"/>
          <w:lang w:val="ru-RU"/>
        </w:rPr>
        <w:t>:</w:t>
      </w:r>
    </w:p>
    <w:p w:rsidR="00B97BBF" w:rsidRPr="00DC7C44" w:rsidRDefault="00B97BBF" w:rsidP="00510B4B">
      <w:pPr>
        <w:ind w:right="-851" w:firstLine="708"/>
        <w:rPr>
          <w:sz w:val="22"/>
          <w:szCs w:val="22"/>
          <w:lang w:val="ru-RU"/>
        </w:rPr>
      </w:pPr>
      <w:r w:rsidRPr="00DC7C44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>-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 xml:space="preserve">лв/чч                 </w:t>
      </w:r>
    </w:p>
    <w:p w:rsidR="00B97BBF" w:rsidRPr="00DC7C44" w:rsidRDefault="00B97BBF" w:rsidP="00510B4B">
      <w:pPr>
        <w:ind w:right="-851" w:firstLine="708"/>
        <w:rPr>
          <w:sz w:val="22"/>
          <w:szCs w:val="22"/>
          <w:lang w:val="ru-RU"/>
        </w:rPr>
      </w:pPr>
      <w:r w:rsidRPr="00DC7C44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C7C44">
        <w:rPr>
          <w:sz w:val="22"/>
          <w:szCs w:val="22"/>
          <w:lang w:val="ru-RU"/>
        </w:rPr>
        <w:tab/>
        <w:t>-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 xml:space="preserve">%      </w:t>
      </w:r>
    </w:p>
    <w:p w:rsidR="00B97BBF" w:rsidRPr="00DC7C44" w:rsidRDefault="00B97BBF" w:rsidP="00510B4B">
      <w:pPr>
        <w:ind w:right="-851" w:firstLine="708"/>
        <w:rPr>
          <w:sz w:val="22"/>
          <w:szCs w:val="22"/>
          <w:lang w:val="ru-RU"/>
        </w:rPr>
      </w:pPr>
      <w:r w:rsidRPr="00DC7C44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C7C44">
        <w:rPr>
          <w:sz w:val="22"/>
          <w:szCs w:val="22"/>
          <w:lang w:val="ru-RU"/>
        </w:rPr>
        <w:tab/>
        <w:t>-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>%</w:t>
      </w:r>
    </w:p>
    <w:p w:rsidR="00B97BBF" w:rsidRPr="00DC7C44" w:rsidRDefault="00B97BBF" w:rsidP="00510B4B">
      <w:pPr>
        <w:ind w:right="-851" w:firstLine="708"/>
        <w:rPr>
          <w:sz w:val="22"/>
          <w:szCs w:val="22"/>
          <w:lang w:val="ru-RU"/>
        </w:rPr>
      </w:pPr>
      <w:r w:rsidRPr="00DC7C44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>-</w:t>
      </w:r>
      <w:r w:rsidRPr="00DC7C44">
        <w:rPr>
          <w:sz w:val="22"/>
          <w:szCs w:val="22"/>
          <w:lang w:val="ru-RU"/>
        </w:rPr>
        <w:tab/>
      </w:r>
      <w:r w:rsidRPr="00DC7C44">
        <w:rPr>
          <w:sz w:val="22"/>
          <w:szCs w:val="22"/>
          <w:lang w:val="ru-RU"/>
        </w:rPr>
        <w:tab/>
        <w:t xml:space="preserve">%         </w:t>
      </w:r>
    </w:p>
    <w:p w:rsidR="00B97BBF" w:rsidRPr="00332BD2" w:rsidRDefault="00B97BBF" w:rsidP="00510B4B">
      <w:pPr>
        <w:ind w:right="-851" w:firstLine="708"/>
        <w:rPr>
          <w:sz w:val="22"/>
          <w:szCs w:val="22"/>
          <w:lang w:val="ru-RU"/>
        </w:rPr>
      </w:pPr>
      <w:r w:rsidRPr="00332BD2">
        <w:rPr>
          <w:sz w:val="22"/>
          <w:szCs w:val="22"/>
          <w:lang w:val="ru-RU"/>
        </w:rPr>
        <w:t xml:space="preserve">2.5. Печалба </w:t>
      </w:r>
      <w:r w:rsidRPr="00332BD2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332BD2">
        <w:rPr>
          <w:sz w:val="22"/>
          <w:szCs w:val="22"/>
          <w:lang w:val="ru-RU"/>
        </w:rPr>
        <w:tab/>
      </w:r>
      <w:r w:rsidRPr="00332BD2">
        <w:rPr>
          <w:sz w:val="22"/>
          <w:szCs w:val="22"/>
          <w:lang w:val="ru-RU"/>
        </w:rPr>
        <w:tab/>
      </w:r>
      <w:r w:rsidRPr="00332BD2">
        <w:rPr>
          <w:sz w:val="22"/>
          <w:szCs w:val="22"/>
          <w:lang w:val="ru-RU"/>
        </w:rPr>
        <w:tab/>
      </w:r>
      <w:r w:rsidRPr="00332BD2">
        <w:rPr>
          <w:sz w:val="22"/>
          <w:szCs w:val="22"/>
          <w:lang w:val="ru-RU"/>
        </w:rPr>
        <w:tab/>
        <w:t>-</w:t>
      </w:r>
      <w:r w:rsidRPr="00332BD2">
        <w:rPr>
          <w:sz w:val="22"/>
          <w:szCs w:val="22"/>
          <w:lang w:val="ru-RU"/>
        </w:rPr>
        <w:tab/>
      </w:r>
      <w:r w:rsidRPr="00332BD2">
        <w:rPr>
          <w:sz w:val="22"/>
          <w:szCs w:val="22"/>
          <w:lang w:val="ru-RU"/>
        </w:rPr>
        <w:tab/>
        <w:t xml:space="preserve">%         </w:t>
      </w:r>
    </w:p>
    <w:p w:rsidR="00B97BBF" w:rsidRPr="00332BD2" w:rsidRDefault="00B97BBF" w:rsidP="00510B4B">
      <w:pPr>
        <w:ind w:right="-851"/>
        <w:rPr>
          <w:sz w:val="22"/>
          <w:szCs w:val="22"/>
          <w:lang w:val="ru-RU"/>
        </w:rPr>
      </w:pP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DC7C44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B97BBF" w:rsidRPr="004075B0" w:rsidRDefault="00B97BBF" w:rsidP="00510B4B">
      <w:pPr>
        <w:ind w:right="-851"/>
        <w:jc w:val="both"/>
        <w:rPr>
          <w:sz w:val="22"/>
          <w:szCs w:val="22"/>
          <w:lang w:val="bg-BG"/>
        </w:rPr>
      </w:pP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Pr="004075B0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B97BBF" w:rsidRDefault="00B97BBF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B97BBF" w:rsidRPr="00E16B81" w:rsidRDefault="00B97BBF" w:rsidP="00510B4B">
      <w:pPr>
        <w:ind w:right="-851"/>
        <w:rPr>
          <w:sz w:val="22"/>
          <w:szCs w:val="22"/>
          <w:lang w:val="bg-BG"/>
        </w:rPr>
      </w:pPr>
    </w:p>
    <w:p w:rsidR="00B97BBF" w:rsidRPr="004075B0" w:rsidRDefault="00B97BBF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C7C44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C7C44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C7C44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C7C44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C7C44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B97BBF" w:rsidRPr="004075B0" w:rsidRDefault="00B97BBF" w:rsidP="00510B4B">
      <w:pPr>
        <w:ind w:right="-851" w:firstLine="708"/>
        <w:rPr>
          <w:sz w:val="22"/>
          <w:szCs w:val="22"/>
          <w:lang w:val="bg-BG"/>
        </w:rPr>
      </w:pPr>
    </w:p>
    <w:p w:rsidR="00B97BBF" w:rsidRPr="004075B0" w:rsidRDefault="00B97BBF" w:rsidP="00510B4B">
      <w:pPr>
        <w:ind w:right="-851"/>
        <w:rPr>
          <w:sz w:val="22"/>
          <w:szCs w:val="22"/>
          <w:lang w:val="bg-BG"/>
        </w:rPr>
      </w:pPr>
      <w:r w:rsidRPr="00DC7C44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DC7C44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 xml:space="preserve">)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C7C44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B97BBF" w:rsidRPr="004075B0" w:rsidRDefault="00B97BBF" w:rsidP="00510B4B">
      <w:pPr>
        <w:ind w:right="-851"/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B97BBF" w:rsidRPr="004075B0">
        <w:trPr>
          <w:trHeight w:val="365"/>
        </w:trPr>
        <w:tc>
          <w:tcPr>
            <w:tcW w:w="4875" w:type="dxa"/>
            <w:vAlign w:val="center"/>
          </w:tcPr>
          <w:p w:rsidR="00B97BBF" w:rsidRPr="004075B0" w:rsidRDefault="00B97BBF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75" w:type="dxa"/>
          </w:tcPr>
          <w:p w:rsidR="00B97BBF" w:rsidRPr="004075B0" w:rsidRDefault="00B97BBF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B97BBF" w:rsidRPr="004075B0">
        <w:trPr>
          <w:trHeight w:val="388"/>
        </w:trPr>
        <w:tc>
          <w:tcPr>
            <w:tcW w:w="4875" w:type="dxa"/>
            <w:vAlign w:val="center"/>
          </w:tcPr>
          <w:p w:rsidR="00B97BBF" w:rsidRPr="004075B0" w:rsidRDefault="00B97BBF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875" w:type="dxa"/>
          </w:tcPr>
          <w:p w:rsidR="00B97BBF" w:rsidRPr="004075B0" w:rsidRDefault="00B97BBF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B97BBF" w:rsidRPr="004075B0">
        <w:trPr>
          <w:trHeight w:val="455"/>
        </w:trPr>
        <w:tc>
          <w:tcPr>
            <w:tcW w:w="4875" w:type="dxa"/>
            <w:vAlign w:val="center"/>
          </w:tcPr>
          <w:p w:rsidR="00B97BBF" w:rsidRPr="004075B0" w:rsidRDefault="00B97BBF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875" w:type="dxa"/>
          </w:tcPr>
          <w:p w:rsidR="00B97BBF" w:rsidRPr="004075B0" w:rsidRDefault="00B97BBF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B97BBF" w:rsidRPr="00510B4B" w:rsidRDefault="00B97BBF" w:rsidP="00510B4B"/>
    <w:sectPr w:rsidR="00B97BBF" w:rsidRPr="00510B4B" w:rsidSect="00585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50156"/>
    <w:rsid w:val="000852CC"/>
    <w:rsid w:val="000D0C23"/>
    <w:rsid w:val="001565B6"/>
    <w:rsid w:val="00165085"/>
    <w:rsid w:val="001C4A45"/>
    <w:rsid w:val="002738B1"/>
    <w:rsid w:val="00332BD2"/>
    <w:rsid w:val="004075B0"/>
    <w:rsid w:val="004179E1"/>
    <w:rsid w:val="00500918"/>
    <w:rsid w:val="00506746"/>
    <w:rsid w:val="00510B4B"/>
    <w:rsid w:val="00585A0F"/>
    <w:rsid w:val="005C6A1D"/>
    <w:rsid w:val="006610A6"/>
    <w:rsid w:val="00690C93"/>
    <w:rsid w:val="006C4620"/>
    <w:rsid w:val="00924656"/>
    <w:rsid w:val="009A480E"/>
    <w:rsid w:val="00A128FB"/>
    <w:rsid w:val="00AC7DB3"/>
    <w:rsid w:val="00B66E0D"/>
    <w:rsid w:val="00B97BBF"/>
    <w:rsid w:val="00C47876"/>
    <w:rsid w:val="00C96A8E"/>
    <w:rsid w:val="00D45A05"/>
    <w:rsid w:val="00D4713A"/>
    <w:rsid w:val="00DC7C44"/>
    <w:rsid w:val="00E16B81"/>
    <w:rsid w:val="00E50BA8"/>
    <w:rsid w:val="00EE7C7E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B4B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C47876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766</Words>
  <Characters>4371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2013-02-25T14:27:00Z</dcterms:created>
  <dcterms:modified xsi:type="dcterms:W3CDTF">2013-03-11T07:56:00Z</dcterms:modified>
</cp:coreProperties>
</file>